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962" w:type="dxa"/>
        <w:tblLayout w:type="fixed"/>
        <w:tblLook w:val="01E0" w:firstRow="1" w:lastRow="1" w:firstColumn="1" w:lastColumn="1" w:noHBand="0" w:noVBand="0"/>
      </w:tblPr>
      <w:tblGrid>
        <w:gridCol w:w="2448"/>
        <w:gridCol w:w="3624"/>
        <w:gridCol w:w="775"/>
        <w:gridCol w:w="1811"/>
        <w:gridCol w:w="651"/>
        <w:gridCol w:w="775"/>
        <w:gridCol w:w="776"/>
        <w:gridCol w:w="775"/>
        <w:gridCol w:w="776"/>
        <w:gridCol w:w="775"/>
        <w:gridCol w:w="236"/>
        <w:gridCol w:w="540"/>
      </w:tblGrid>
      <w:tr w:rsidR="00A84818" w:rsidRPr="00976300" w14:paraId="13EDF700" w14:textId="77777777" w:rsidTr="00A84818">
        <w:trPr>
          <w:gridAfter w:val="1"/>
          <w:wAfter w:w="540" w:type="dxa"/>
          <w:trHeight w:val="281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54395F2" w14:textId="77777777" w:rsidR="00A84818" w:rsidRDefault="00A84818" w:rsidP="00A84818">
            <w:pPr>
              <w:pStyle w:val="Heading1"/>
              <w:rPr>
                <w:sz w:val="20"/>
                <w:szCs w:val="20"/>
              </w:rPr>
            </w:pPr>
            <w:r>
              <w:t xml:space="preserve">Unit </w:t>
            </w:r>
            <w:r w:rsidR="00B17668">
              <w:t xml:space="preserve">Title: </w:t>
            </w:r>
          </w:p>
        </w:tc>
        <w:tc>
          <w:tcPr>
            <w:tcW w:w="109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2CDC2115" w14:textId="77777777" w:rsidR="00A84818" w:rsidRPr="000D37DC" w:rsidRDefault="00A84818" w:rsidP="00A84818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Career Development</w:t>
            </w:r>
          </w:p>
        </w:tc>
      </w:tr>
      <w:tr w:rsidR="00A84818" w:rsidRPr="00976300" w14:paraId="02809BE1" w14:textId="77777777" w:rsidTr="00A84818">
        <w:trPr>
          <w:trHeight w:val="281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82B5" w14:textId="77777777" w:rsidR="00A84818" w:rsidRPr="00A84818" w:rsidRDefault="00B17668" w:rsidP="00A84818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>
              <w:rPr>
                <w:rFonts w:ascii="Arial" w:hAnsi="Arial" w:cs="Arial"/>
                <w:sz w:val="20"/>
                <w:szCs w:val="20"/>
              </w:rPr>
              <w:t>Pitman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82D12" w14:textId="77777777" w:rsidR="00A84818" w:rsidRPr="00976300" w:rsidRDefault="00A84818" w:rsidP="00A84818">
            <w:pPr>
              <w:ind w:left="30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60B24" w14:textId="77777777" w:rsidR="00A84818" w:rsidRPr="00F767FE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 w:rsidRPr="00A84818">
              <w:rPr>
                <w:rFonts w:ascii="Arial" w:hAnsi="Arial" w:cs="Arial"/>
                <w:sz w:val="20"/>
                <w:szCs w:val="20"/>
              </w:rPr>
              <w:t>2nd</w:t>
            </w:r>
          </w:p>
        </w:tc>
        <w:tc>
          <w:tcPr>
            <w:tcW w:w="530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64ACE" w14:textId="77777777" w:rsidR="00A84818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818" w:rsidRPr="00976300" w14:paraId="73703DF8" w14:textId="77777777" w:rsidTr="00A84818">
        <w:trPr>
          <w:trHeight w:val="296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AE74" w14:textId="77777777" w:rsidR="00A84818" w:rsidRPr="00A84818" w:rsidRDefault="00B17668" w:rsidP="00A84818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>
              <w:rPr>
                <w:rFonts w:ascii="Arial" w:hAnsi="Arial" w:cs="Arial"/>
                <w:sz w:val="20"/>
                <w:szCs w:val="20"/>
              </w:rPr>
              <w:t>6</w:t>
            </w:r>
            <w:r w:rsidR="00F9369D">
              <w:rPr>
                <w:rFonts w:ascii="Arial" w:hAnsi="Arial" w:cs="Arial"/>
                <w:sz w:val="20"/>
                <w:szCs w:val="20"/>
              </w:rPr>
              <w:t xml:space="preserve"> weeks (every other day)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955F5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3833A" w14:textId="77777777" w:rsidR="00A84818" w:rsidRPr="00A84818" w:rsidRDefault="00B17668" w:rsidP="00A84818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>
              <w:rPr>
                <w:rFonts w:ascii="Arial" w:hAnsi="Arial" w:cs="Arial"/>
                <w:sz w:val="20"/>
                <w:szCs w:val="20"/>
              </w:rPr>
              <w:t>April/May 2011</w:t>
            </w:r>
          </w:p>
        </w:tc>
        <w:tc>
          <w:tcPr>
            <w:tcW w:w="530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1F36" w14:textId="77777777" w:rsidR="00A84818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818" w:rsidRPr="00976300" w14:paraId="7D3B76F8" w14:textId="77777777" w:rsidTr="00A84818">
        <w:trPr>
          <w:trHeight w:val="281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64DC1" w14:textId="77777777" w:rsidR="00A84818" w:rsidRPr="00A84818" w:rsidRDefault="00B17668" w:rsidP="00A84818">
            <w:pPr>
              <w:ind w:right="-426"/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>
              <w:rPr>
                <w:rFonts w:ascii="Arial" w:hAnsi="Arial" w:cs="Arial"/>
                <w:sz w:val="20"/>
                <w:szCs w:val="20"/>
              </w:rPr>
              <w:t>Career Development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1A5EC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75383" w14:textId="77777777" w:rsidR="00A84818" w:rsidRPr="00A84818" w:rsidRDefault="00B17668" w:rsidP="00A84818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84818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84818" w:rsidRPr="00976300" w14:paraId="00BD5A4C" w14:textId="77777777" w:rsidTr="00A84818">
        <w:trPr>
          <w:trHeight w:val="281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FF2A4" w14:textId="77777777" w:rsidR="00A84818" w:rsidRPr="00A84818" w:rsidRDefault="00B17668" w:rsidP="00A84818">
            <w:pPr>
              <w:rPr>
                <w:rFonts w:ascii="Arial" w:hAnsi="Arial" w:cs="Arial"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A848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818">
              <w:rPr>
                <w:rFonts w:ascii="Arial" w:hAnsi="Arial" w:cs="Arial"/>
                <w:sz w:val="20"/>
                <w:szCs w:val="20"/>
              </w:rPr>
              <w:t>Technology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C62CF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761F5" w14:textId="77777777" w:rsidR="00A84818" w:rsidRPr="00976300" w:rsidRDefault="00A84818" w:rsidP="00A84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5EE24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D918D" w14:textId="77777777" w:rsidR="00A84818" w:rsidRPr="00976300" w:rsidRDefault="00A84818" w:rsidP="00A84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5AA16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ADBFE" w14:textId="77777777" w:rsidR="00A84818" w:rsidRPr="00976300" w:rsidRDefault="00A84818" w:rsidP="00A84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67C7C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27963" w14:textId="77777777" w:rsidR="00A84818" w:rsidRPr="00976300" w:rsidRDefault="00A84818" w:rsidP="00A848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7AABA" w14:textId="77777777" w:rsidR="00A84818" w:rsidRPr="00976300" w:rsidRDefault="00A84818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3DB5FA" w14:textId="77777777" w:rsidR="00A84818" w:rsidRDefault="007912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6038A3CA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A84818" w14:paraId="52A1E9E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097B23A6" w14:textId="77777777" w:rsidR="00A84818" w:rsidRPr="006A3A59" w:rsidRDefault="00B17668" w:rsidP="00A848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3EA4" w14:textId="77777777" w:rsidR="00A84818" w:rsidRDefault="00A84818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Using their ICAP’s (Individual Career and Academic Plan),</w:t>
            </w:r>
            <w:r w:rsidR="00F9369D"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="00F9369D" w:rsidRPr="00F9369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F9369D">
              <w:rPr>
                <w:rFonts w:ascii="Arial" w:hAnsi="Arial" w:cs="Arial"/>
                <w:sz w:val="20"/>
                <w:szCs w:val="20"/>
              </w:rPr>
              <w:t xml:space="preserve"> grade students will:</w:t>
            </w:r>
          </w:p>
          <w:p w14:paraId="01570148" w14:textId="77777777" w:rsidR="00F9369D" w:rsidRDefault="00F9369D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Select a career based on recommendations in their ICAPS. </w:t>
            </w:r>
          </w:p>
          <w:p w14:paraId="01D8E99F" w14:textId="77777777" w:rsidR="00F9369D" w:rsidRDefault="00F9369D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Research education and work history needed for career.</w:t>
            </w:r>
          </w:p>
          <w:p w14:paraId="798730A8" w14:textId="77777777" w:rsidR="00F9369D" w:rsidRDefault="00F9369D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Create 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infographic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resume.</w:t>
            </w:r>
          </w:p>
          <w:p w14:paraId="526295B3" w14:textId="77777777" w:rsidR="00F9369D" w:rsidRDefault="00F9369D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interview questions for a professional in their career field.</w:t>
            </w:r>
          </w:p>
          <w:p w14:paraId="2B15DE81" w14:textId="77777777" w:rsidR="00F9369D" w:rsidRDefault="00F9369D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Interview a professional via Skype or email.</w:t>
            </w:r>
          </w:p>
          <w:p w14:paraId="0105B29D" w14:textId="289785C1" w:rsidR="00F9369D" w:rsidRPr="00126709" w:rsidRDefault="00634590" w:rsidP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Write post reflections to </w:t>
            </w:r>
            <w:r w:rsidR="00F9369D">
              <w:rPr>
                <w:rFonts w:ascii="Arial" w:hAnsi="Arial" w:cs="Arial"/>
                <w:sz w:val="20"/>
                <w:szCs w:val="20"/>
              </w:rPr>
              <w:t>blog.</w:t>
            </w:r>
          </w:p>
        </w:tc>
      </w:tr>
      <w:tr w:rsidR="00A84818" w14:paraId="590464F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28973DF4" w14:textId="77777777" w:rsidR="00A84818" w:rsidRPr="006A3A59" w:rsidRDefault="00B17668" w:rsidP="00A8481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5B46" w14:textId="798D5F4C" w:rsidR="00634590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Assignment guidelines on Wiki</w:t>
            </w:r>
          </w:p>
          <w:p w14:paraId="4D308252" w14:textId="34323CC8" w:rsidR="00634590" w:rsidRPr="00126709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Rubric for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Infographic</w:t>
            </w:r>
            <w:proofErr w:type="spellEnd"/>
          </w:p>
        </w:tc>
      </w:tr>
      <w:tr w:rsidR="00A84818" w14:paraId="77528B9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18A26E7D" w14:textId="6E3236E9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7692" w14:textId="77777777" w:rsidR="00A84818" w:rsidRPr="00126709" w:rsidRDefault="00F936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have been working with other mind map products and have been using their blog to reflect their feelings on various projects. </w:t>
            </w:r>
          </w:p>
        </w:tc>
      </w:tr>
    </w:tbl>
    <w:p w14:paraId="34C2F84D" w14:textId="77777777" w:rsidR="00A84818" w:rsidRDefault="007912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7F0759D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A84818" w:rsidRPr="009C5B29" w14:paraId="7B9EC724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C7BF6" w14:textId="77777777" w:rsidR="00A84818" w:rsidRPr="009C5B29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7EC6BF9" w14:textId="77777777" w:rsidR="00A84818" w:rsidRPr="009C5B29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F726F8" w14:textId="77777777" w:rsidR="00A84818" w:rsidRPr="009C5B29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A84818" w14:paraId="341B7AFB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3561DD0E" w14:textId="4B3CD459" w:rsidR="00A84818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 8.1.1</w:t>
            </w:r>
          </w:p>
          <w:p w14:paraId="26D1088E" w14:textId="7E39AAF0" w:rsidR="00634590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RWC 8.4.1</w:t>
            </w:r>
          </w:p>
          <w:p w14:paraId="355FAFD0" w14:textId="314B0A25" w:rsidR="00634590" w:rsidRPr="00126709" w:rsidRDefault="006345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88A9E" w14:textId="77777777" w:rsidR="00A84818" w:rsidRPr="00A84818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A84818">
              <w:rPr>
                <w:rFonts w:ascii="Arial" w:hAnsi="Arial" w:cs="Arial"/>
                <w:sz w:val="16"/>
                <w:szCs w:val="20"/>
                <w:highlight w:val="yellow"/>
              </w:rPr>
              <w:t>Collaboration and Teamwork</w:t>
            </w:r>
          </w:p>
          <w:p w14:paraId="1E1A90E3" w14:textId="77777777" w:rsidR="00A84818" w:rsidRPr="009D4B6F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7C3524DC" w14:textId="77777777" w:rsidR="00A84818" w:rsidRPr="00A84818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A84818">
              <w:rPr>
                <w:rFonts w:ascii="Arial" w:hAnsi="Arial" w:cs="Arial"/>
                <w:sz w:val="16"/>
                <w:szCs w:val="20"/>
                <w:highlight w:val="yellow"/>
              </w:rPr>
              <w:t>Invention, Innovation, and Creativity</w:t>
            </w:r>
          </w:p>
          <w:p w14:paraId="1DD4084E" w14:textId="77777777" w:rsidR="00A84818" w:rsidRPr="00A84818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A84818">
              <w:rPr>
                <w:rFonts w:ascii="Arial" w:hAnsi="Arial" w:cs="Arial"/>
                <w:sz w:val="16"/>
                <w:szCs w:val="20"/>
                <w:highlight w:val="yellow"/>
              </w:rPr>
              <w:t>Self-Direction</w:t>
            </w:r>
          </w:p>
          <w:p w14:paraId="6A4F5FE4" w14:textId="77777777" w:rsidR="00A84818" w:rsidRPr="009D4B6F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021E9994" w14:textId="77777777" w:rsidR="00A84818" w:rsidRPr="00A84818" w:rsidRDefault="00B17668" w:rsidP="00A84818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A84818">
              <w:rPr>
                <w:rFonts w:ascii="Arial" w:hAnsi="Arial" w:cs="Arial"/>
                <w:sz w:val="16"/>
                <w:szCs w:val="20"/>
                <w:highlight w:val="yellow"/>
              </w:rPr>
              <w:t>Global Awareness</w:t>
            </w:r>
          </w:p>
          <w:p w14:paraId="6AF67DE2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82D03" w14:textId="77777777" w:rsidR="00A84818" w:rsidRPr="00A84818" w:rsidRDefault="00B17668" w:rsidP="00A8481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A84818">
              <w:rPr>
                <w:rFonts w:ascii="Arial" w:hAnsi="Arial" w:cs="Arial"/>
                <w:sz w:val="16"/>
                <w:szCs w:val="20"/>
                <w:highlight w:val="yellow"/>
              </w:rPr>
              <w:t>Inquiry Questions</w:t>
            </w:r>
          </w:p>
          <w:p w14:paraId="24F3717B" w14:textId="77777777" w:rsidR="00A84818" w:rsidRDefault="00B17668" w:rsidP="00A8481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2A5547AA" w14:textId="77777777" w:rsidR="00A84818" w:rsidRPr="009D4B6F" w:rsidRDefault="00B17668" w:rsidP="00A8481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24AAFF47" w14:textId="77777777" w:rsidR="00A84818" w:rsidRPr="00D8410C" w:rsidRDefault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>ISTE NETS:</w:t>
            </w:r>
          </w:p>
          <w:p w14:paraId="4F101B50" w14:textId="77777777" w:rsidR="00881672" w:rsidRPr="00D8410C" w:rsidRDefault="008816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410C">
              <w:rPr>
                <w:rFonts w:ascii="Arial" w:hAnsi="Arial" w:cs="Arial"/>
                <w:b/>
                <w:sz w:val="18"/>
                <w:szCs w:val="18"/>
              </w:rPr>
              <w:t>1. Creativity and Innovation</w:t>
            </w:r>
          </w:p>
          <w:p w14:paraId="37F4A1B5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apply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existing knowledge to generate new ideas, products, or processes</w:t>
            </w:r>
          </w:p>
          <w:p w14:paraId="3EEC67D5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b.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create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original works as a means of personal or group expression</w:t>
            </w:r>
          </w:p>
          <w:p w14:paraId="0E58305F" w14:textId="77777777" w:rsidR="00881672" w:rsidRPr="00D8410C" w:rsidRDefault="0088167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4465C1" w14:textId="77777777" w:rsidR="00881672" w:rsidRPr="00D8410C" w:rsidRDefault="00881672" w:rsidP="008816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410C">
              <w:rPr>
                <w:rFonts w:ascii="Arial" w:hAnsi="Arial" w:cs="Arial"/>
                <w:b/>
                <w:sz w:val="18"/>
                <w:szCs w:val="18"/>
              </w:rPr>
              <w:t>3. Research and Information Fluency</w:t>
            </w:r>
          </w:p>
          <w:p w14:paraId="230094A0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b.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locate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>, organize, analyze, evaluate, synthesize, and ethically use information from a variety of sources and media</w:t>
            </w:r>
          </w:p>
          <w:p w14:paraId="68528D19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c.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evaluate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and select information sources and digital tools based on the appropriateness to specific task</w:t>
            </w:r>
          </w:p>
          <w:p w14:paraId="41FBE328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463EA9" w14:textId="77777777" w:rsidR="00881672" w:rsidRPr="00D8410C" w:rsidRDefault="00881672" w:rsidP="008816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410C">
              <w:rPr>
                <w:rFonts w:ascii="Arial" w:hAnsi="Arial" w:cs="Arial"/>
                <w:b/>
                <w:sz w:val="18"/>
                <w:szCs w:val="18"/>
              </w:rPr>
              <w:t>4. Critical Thinking, Problem Solving, and Decision Making</w:t>
            </w:r>
          </w:p>
          <w:p w14:paraId="5CDEBE06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identify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and define authentic problems and significant questions for investigation</w:t>
            </w:r>
          </w:p>
          <w:p w14:paraId="682CC3EB" w14:textId="77777777" w:rsidR="00881672" w:rsidRPr="00D8410C" w:rsidRDefault="00881672" w:rsidP="00881672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c.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collect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and analyze data to identify solutions and/or make informed decisions</w:t>
            </w:r>
          </w:p>
          <w:p w14:paraId="1865031D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522DC" w14:textId="77777777" w:rsidR="00D8410C" w:rsidRPr="00D8410C" w:rsidRDefault="00D8410C" w:rsidP="00D841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410C">
              <w:rPr>
                <w:rFonts w:ascii="Arial" w:hAnsi="Arial" w:cs="Arial"/>
                <w:b/>
                <w:sz w:val="18"/>
                <w:szCs w:val="18"/>
              </w:rPr>
              <w:t>5. Digital Citizenship</w:t>
            </w:r>
          </w:p>
          <w:p w14:paraId="6F873C05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advocate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and practice safe, legal, and responsible use of information and technology</w:t>
            </w:r>
          </w:p>
          <w:p w14:paraId="32166D73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b.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exhibit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a positive attitude toward using technology that supports collaboration, learning, and productivity</w:t>
            </w:r>
          </w:p>
          <w:p w14:paraId="2171A255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c.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demonstrate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personal responsibility for lifelong learning</w:t>
            </w:r>
          </w:p>
          <w:p w14:paraId="1F6D4A48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  <w:r w:rsidRPr="00D8410C">
              <w:rPr>
                <w:rFonts w:ascii="Arial" w:hAnsi="Arial" w:cs="Arial"/>
                <w:sz w:val="18"/>
                <w:szCs w:val="18"/>
              </w:rPr>
              <w:t xml:space="preserve">d. </w:t>
            </w:r>
            <w:proofErr w:type="gramStart"/>
            <w:r w:rsidRPr="00D8410C">
              <w:rPr>
                <w:rFonts w:ascii="Arial" w:hAnsi="Arial" w:cs="Arial"/>
                <w:sz w:val="18"/>
                <w:szCs w:val="18"/>
              </w:rPr>
              <w:t>exhibit</w:t>
            </w:r>
            <w:proofErr w:type="gramEnd"/>
            <w:r w:rsidRPr="00D8410C">
              <w:rPr>
                <w:rFonts w:ascii="Arial" w:hAnsi="Arial" w:cs="Arial"/>
                <w:sz w:val="18"/>
                <w:szCs w:val="18"/>
              </w:rPr>
              <w:t xml:space="preserve"> leadership for digital citizenship</w:t>
            </w:r>
          </w:p>
          <w:p w14:paraId="3EC776DC" w14:textId="77777777" w:rsidR="00D8410C" w:rsidRPr="00D8410C" w:rsidRDefault="00D8410C" w:rsidP="00D8410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27B370" w14:textId="77777777" w:rsidR="00D8410C" w:rsidRDefault="00D8410C" w:rsidP="00D841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8410C">
              <w:rPr>
                <w:rFonts w:ascii="Arial" w:hAnsi="Arial" w:cs="Arial"/>
                <w:b/>
                <w:sz w:val="18"/>
                <w:szCs w:val="18"/>
              </w:rPr>
              <w:t>6. Technology Operations and Concept</w:t>
            </w:r>
          </w:p>
          <w:p w14:paraId="5F1B772C" w14:textId="77777777" w:rsidR="00881672" w:rsidRDefault="00D8410C">
            <w:pPr>
              <w:rPr>
                <w:rFonts w:ascii="Arial" w:hAnsi="Arial" w:cs="Arial"/>
                <w:sz w:val="20"/>
                <w:szCs w:val="20"/>
              </w:rPr>
            </w:pPr>
            <w:r w:rsidRPr="00D8410C"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gramStart"/>
            <w:r w:rsidRPr="00D8410C">
              <w:rPr>
                <w:rFonts w:ascii="Arial" w:hAnsi="Arial" w:cs="Arial"/>
                <w:sz w:val="20"/>
                <w:szCs w:val="20"/>
              </w:rPr>
              <w:t>select</w:t>
            </w:r>
            <w:proofErr w:type="gramEnd"/>
            <w:r w:rsidRPr="00D8410C">
              <w:rPr>
                <w:rFonts w:ascii="Arial" w:hAnsi="Arial" w:cs="Arial"/>
                <w:sz w:val="20"/>
                <w:szCs w:val="20"/>
              </w:rPr>
              <w:t xml:space="preserve"> and use applications effectively and productively</w:t>
            </w:r>
          </w:p>
          <w:p w14:paraId="3BB7C89F" w14:textId="77777777" w:rsidR="00D8410C" w:rsidRDefault="00D8410C">
            <w:pPr>
              <w:rPr>
                <w:rFonts w:ascii="Arial" w:hAnsi="Arial" w:cs="Arial"/>
                <w:sz w:val="20"/>
                <w:szCs w:val="20"/>
              </w:rPr>
            </w:pPr>
            <w:r w:rsidRPr="00D8410C">
              <w:rPr>
                <w:rFonts w:ascii="Arial" w:hAnsi="Arial" w:cs="Arial"/>
                <w:sz w:val="20"/>
                <w:szCs w:val="20"/>
              </w:rPr>
              <w:t xml:space="preserve">d. </w:t>
            </w:r>
            <w:proofErr w:type="gramStart"/>
            <w:r w:rsidRPr="00D8410C">
              <w:rPr>
                <w:rFonts w:ascii="Arial" w:hAnsi="Arial" w:cs="Arial"/>
                <w:sz w:val="20"/>
                <w:szCs w:val="20"/>
              </w:rPr>
              <w:t>transfer</w:t>
            </w:r>
            <w:proofErr w:type="gramEnd"/>
            <w:r w:rsidRPr="00D8410C">
              <w:rPr>
                <w:rFonts w:ascii="Arial" w:hAnsi="Arial" w:cs="Arial"/>
                <w:sz w:val="20"/>
                <w:szCs w:val="20"/>
              </w:rPr>
              <w:t xml:space="preserve"> current knowledge to learning of new technologies</w:t>
            </w:r>
          </w:p>
          <w:p w14:paraId="14985C59" w14:textId="77777777" w:rsidR="00881672" w:rsidRPr="00126709" w:rsidRDefault="008816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5C841E" w14:textId="77777777" w:rsidR="00D8410C" w:rsidRDefault="00D8410C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A84818" w:rsidRPr="009C5B29" w14:paraId="4979173D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55414" w14:textId="77777777" w:rsidR="00A84818" w:rsidRPr="009C5B29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B773A8" w14:textId="77777777" w:rsidR="00A84818" w:rsidRPr="009C5B29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CDF8E" w14:textId="77777777" w:rsidR="00A84818" w:rsidRPr="009C5B29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A84818" w14:paraId="476ED5BE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57D5208" w14:textId="6A128F21" w:rsidR="00A84818" w:rsidRPr="00126709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Email with completion amount of interest profiler and career profile if applicable.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0D2B2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509C8DE" w14:textId="77777777" w:rsidR="00634590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 interview questions and answers</w:t>
            </w:r>
          </w:p>
          <w:p w14:paraId="475FF60B" w14:textId="2B9CCF2A" w:rsidR="00A84818" w:rsidRPr="00126709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Reflections</w:t>
            </w:r>
          </w:p>
        </w:tc>
      </w:tr>
    </w:tbl>
    <w:p w14:paraId="020ABA63" w14:textId="436BCB5C" w:rsidR="00A84818" w:rsidRDefault="00A848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A84818" w14:paraId="7FAD9A64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D0BB4" w14:textId="77777777" w:rsidR="00A84818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D6EAE2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DBFA2" w14:textId="77777777" w:rsidR="00A84818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A84818" w14:paraId="60D6FC4D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94F72C4" w14:textId="77777777" w:rsidR="00A84818" w:rsidRDefault="006345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Wiki</w:t>
            </w:r>
          </w:p>
          <w:p w14:paraId="4208E7F0" w14:textId="67F2916F" w:rsidR="009D768E" w:rsidRPr="00126709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Collegeincolorado.org- provides variety of resources for learners including videos and interviews.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B6B488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05AB9E32" w14:textId="77777777" w:rsidR="00A84818" w:rsidRDefault="009D76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Notetaking</w:t>
            </w:r>
            <w:proofErr w:type="spellEnd"/>
          </w:p>
          <w:p w14:paraId="68A7ECBE" w14:textId="53A07E72" w:rsidR="009D768E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Generating questions</w:t>
            </w:r>
          </w:p>
          <w:p w14:paraId="4F1FBD58" w14:textId="77777777" w:rsidR="009D768E" w:rsidRDefault="009D76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81E517" w14:textId="77777777" w:rsidR="009D768E" w:rsidRDefault="009D768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38B725" w14:textId="77777777" w:rsidR="009D768E" w:rsidRPr="00126709" w:rsidRDefault="009D76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9A0B89" w14:textId="0FAFC252" w:rsidR="00A84818" w:rsidRDefault="00A848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A84818" w14:paraId="55F50E0A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96062" w14:textId="77777777" w:rsidR="00A84818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B372BC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555B0" w14:textId="77777777" w:rsidR="00A84818" w:rsidRDefault="00B176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A84818" w14:paraId="68C6376E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456B91F" w14:textId="3F944B11" w:rsidR="00A84818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Lab</w:t>
            </w:r>
          </w:p>
          <w:p w14:paraId="1C939668" w14:textId="77777777" w:rsidR="009D768E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Collegeincolorado.org</w:t>
            </w:r>
          </w:p>
          <w:p w14:paraId="7A94F552" w14:textId="77777777" w:rsidR="009D768E" w:rsidRDefault="009D76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Mindmo</w:t>
            </w:r>
            <w:proofErr w:type="spellEnd"/>
          </w:p>
          <w:p w14:paraId="1F54CF7E" w14:textId="13A8E972" w:rsidR="00240CB9" w:rsidRDefault="00240C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Skype</w:t>
            </w:r>
          </w:p>
          <w:p w14:paraId="35286BF4" w14:textId="3710A3D1" w:rsidR="009D768E" w:rsidRPr="00126709" w:rsidRDefault="009D76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Edublogs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22CB4" w14:textId="77777777" w:rsidR="00A84818" w:rsidRDefault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639F704" w14:textId="14695E32" w:rsidR="00A84818" w:rsidRPr="00126709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</w:tbl>
    <w:p w14:paraId="17497525" w14:textId="77777777" w:rsidR="00A84818" w:rsidRDefault="00A84818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A84818" w14:paraId="698F86D7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FBB6B" w14:textId="77777777" w:rsidR="00A84818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65F3CD" w14:textId="77777777" w:rsidR="00A84818" w:rsidRDefault="00A8481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6EA19" w14:textId="77777777" w:rsidR="00A84818" w:rsidRDefault="00B1766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A84818" w14:paraId="1905467B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5FC22D0F" w14:textId="37477B35" w:rsidR="00A84818" w:rsidRDefault="009D768E" w:rsidP="00A84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Wiki</w:t>
            </w:r>
          </w:p>
          <w:p w14:paraId="47ADEBB5" w14:textId="7638542B" w:rsidR="009D768E" w:rsidRDefault="009D768E" w:rsidP="00A84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Rubric checks</w:t>
            </w:r>
          </w:p>
          <w:p w14:paraId="4234C411" w14:textId="77777777" w:rsidR="009D768E" w:rsidRPr="00126709" w:rsidRDefault="009D768E" w:rsidP="00A848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29178" w14:textId="77777777" w:rsidR="00A84818" w:rsidRDefault="00A84818" w:rsidP="00A848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3F05F4A" w14:textId="77777777" w:rsidR="00A84818" w:rsidRDefault="009D768E" w:rsidP="00A84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conference after initial resume</w:t>
            </w:r>
          </w:p>
          <w:p w14:paraId="63A3ABDE" w14:textId="521077A1" w:rsidR="009D768E" w:rsidRPr="00126709" w:rsidRDefault="009D768E" w:rsidP="00A84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conference after draft interview questions</w:t>
            </w:r>
          </w:p>
        </w:tc>
      </w:tr>
    </w:tbl>
    <w:p w14:paraId="7A6DA68F" w14:textId="77777777" w:rsidR="00A84818" w:rsidRDefault="00A84818">
      <w:pPr>
        <w:rPr>
          <w:rFonts w:ascii="Arial" w:hAnsi="Arial" w:cs="Arial"/>
          <w:b/>
          <w:sz w:val="20"/>
          <w:szCs w:val="20"/>
        </w:rPr>
      </w:pPr>
    </w:p>
    <w:p w14:paraId="5B9BBFE6" w14:textId="77777777" w:rsidR="00A84818" w:rsidRDefault="00A84818">
      <w:pPr>
        <w:rPr>
          <w:rFonts w:ascii="Arial" w:hAnsi="Arial" w:cs="Arial"/>
          <w:b/>
          <w:sz w:val="20"/>
          <w:szCs w:val="20"/>
        </w:rPr>
      </w:pPr>
    </w:p>
    <w:p w14:paraId="011DAF74" w14:textId="77777777" w:rsidR="00A84818" w:rsidRDefault="00A84818">
      <w:pPr>
        <w:rPr>
          <w:rFonts w:ascii="Arial" w:hAnsi="Arial" w:cs="Arial"/>
          <w:b/>
          <w:sz w:val="20"/>
          <w:szCs w:val="20"/>
        </w:rPr>
      </w:pPr>
    </w:p>
    <w:p w14:paraId="15A5DE84" w14:textId="77777777" w:rsidR="00A84818" w:rsidRDefault="00A84818">
      <w:pPr>
        <w:rPr>
          <w:rFonts w:ascii="Arial" w:hAnsi="Arial" w:cs="Arial"/>
          <w:b/>
          <w:sz w:val="20"/>
          <w:szCs w:val="20"/>
        </w:rPr>
      </w:pPr>
    </w:p>
    <w:p w14:paraId="17561EE2" w14:textId="77777777" w:rsidR="00A84818" w:rsidRDefault="00B176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A84818" w14:paraId="287C40F5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B8F07" w14:textId="77777777" w:rsidR="00A84818" w:rsidRDefault="00A8481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DAF1F6" w14:textId="77777777" w:rsidR="00A84818" w:rsidRDefault="00B17668" w:rsidP="00A84818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812BDA" w14:textId="77777777" w:rsidR="00A84818" w:rsidRDefault="00B17668" w:rsidP="00A84818">
            <w:pPr>
              <w:pStyle w:val="Heading1"/>
            </w:pPr>
            <w:r>
              <w:t>Pacing</w:t>
            </w:r>
          </w:p>
        </w:tc>
      </w:tr>
      <w:tr w:rsidR="00A84818" w14:paraId="7C521579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41D4CD06" w14:textId="77777777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BCA26BD" w14:textId="64BE8619" w:rsidR="00A84818" w:rsidRPr="00DF4324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of career and the use of collegeincolorado.org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353CE60B" w14:textId="7C2B63C4" w:rsidR="00A84818" w:rsidRPr="00DF4324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min.</w:t>
            </w:r>
          </w:p>
        </w:tc>
      </w:tr>
      <w:tr w:rsidR="00A84818" w14:paraId="7CBB63FD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40ECF38" w14:textId="77777777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73098BE" w14:textId="17F7FA94" w:rsidR="00A84818" w:rsidRPr="00DF4324" w:rsidRDefault="009D76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Wiki page: read, review,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questions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parts of </w:t>
            </w:r>
            <w:r w:rsidR="00240CB9">
              <w:rPr>
                <w:rFonts w:ascii="Arial" w:hAnsi="Arial" w:cs="Arial"/>
                <w:sz w:val="20"/>
                <w:szCs w:val="20"/>
              </w:rPr>
              <w:t>unit. Pre-assess progress of Interest Profiler on collegeincolorado.org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E60A58A" w14:textId="63EFD750" w:rsidR="00A84818" w:rsidRPr="00DF4324" w:rsidRDefault="00240C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min.</w:t>
            </w:r>
          </w:p>
        </w:tc>
      </w:tr>
      <w:tr w:rsidR="00A84818" w14:paraId="734F8571" w14:textId="77777777" w:rsidTr="003B3099">
        <w:trPr>
          <w:trHeight w:val="128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BF7DE57" w14:textId="77777777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AB60417" w14:textId="77777777" w:rsidR="00A84818" w:rsidRDefault="007912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Resume builder and resume requirements- Print notes sheet from Wiki. Review career section on collegeincolorado.org. Locate all materials for career research.</w:t>
            </w:r>
          </w:p>
          <w:p w14:paraId="2F198C25" w14:textId="4715644F" w:rsidR="00791253" w:rsidRPr="00DF4324" w:rsidRDefault="007912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0222276F" w14:textId="2F6783E2" w:rsidR="00A84818" w:rsidRPr="00DF4324" w:rsidRDefault="007912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period</w:t>
            </w:r>
          </w:p>
        </w:tc>
      </w:tr>
      <w:tr w:rsidR="00A84818" w14:paraId="40DA8043" w14:textId="77777777" w:rsidTr="003B3099">
        <w:trPr>
          <w:trHeight w:val="71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4CBF4221" w14:textId="77777777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058C321" w14:textId="1C7F18CC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Mindomo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assist in set up and show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how to create map.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842AC58" w14:textId="52E71530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period</w:t>
            </w:r>
          </w:p>
        </w:tc>
      </w:tr>
      <w:tr w:rsidR="00A84818" w14:paraId="1D739464" w14:textId="77777777" w:rsidTr="003B3099">
        <w:trPr>
          <w:trHeight w:val="665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9777172" w14:textId="77777777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624AC6E" w14:textId="77777777" w:rsidR="00A84818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Review of resume for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Mindomo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final copy.</w:t>
            </w:r>
          </w:p>
          <w:p w14:paraId="1647D37F" w14:textId="04560F68" w:rsidR="003B3099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interview questions.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5C8961A3" w14:textId="7499B164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</w:tr>
      <w:tr w:rsidR="00A84818" w14:paraId="237F0684" w14:textId="77777777" w:rsidTr="003B3099">
        <w:trPr>
          <w:trHeight w:val="74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6108290" w14:textId="47F7B135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7373467" w14:textId="77777777" w:rsidR="00A84818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Interview questions in Skype or Email.</w:t>
            </w:r>
          </w:p>
          <w:p w14:paraId="726DBE07" w14:textId="7A27F404" w:rsidR="003B3099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a final interview questions and answers sheet.</w:t>
            </w:r>
            <w:bookmarkStart w:id="0" w:name="_GoBack"/>
            <w:bookmarkEnd w:id="0"/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7200C26" w14:textId="532A4DF3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Ongoing</w:t>
            </w:r>
          </w:p>
        </w:tc>
      </w:tr>
      <w:tr w:rsidR="00A84818" w14:paraId="1769BBB6" w14:textId="77777777" w:rsidTr="003B3099">
        <w:trPr>
          <w:trHeight w:val="1169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B29C168" w14:textId="2BE21CA0" w:rsidR="00A84818" w:rsidRDefault="00B17668" w:rsidP="00A848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BED893F" w14:textId="2DF60BAA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Reflection questions on blog.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2B72742" w14:textId="6E2C20DF" w:rsidR="00A84818" w:rsidRPr="00DF4324" w:rsidRDefault="003B30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days</w:t>
            </w:r>
          </w:p>
        </w:tc>
      </w:tr>
    </w:tbl>
    <w:p w14:paraId="4E52F974" w14:textId="77777777" w:rsidR="00A84818" w:rsidRDefault="00A84818" w:rsidP="00A84818"/>
    <w:sectPr w:rsidR="00A84818" w:rsidSect="00A84818">
      <w:headerReference w:type="default" r:id="rId8"/>
      <w:footerReference w:type="default" r:id="rId9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775C6" w14:textId="77777777" w:rsidR="00791253" w:rsidRDefault="00791253">
      <w:r>
        <w:separator/>
      </w:r>
    </w:p>
  </w:endnote>
  <w:endnote w:type="continuationSeparator" w:id="0">
    <w:p w14:paraId="3BD120D8" w14:textId="77777777" w:rsidR="00791253" w:rsidRDefault="0079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30884" w14:textId="77777777" w:rsidR="00791253" w:rsidRDefault="00791253" w:rsidP="00A84818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3B3099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0431" w14:textId="77777777" w:rsidR="00791253" w:rsidRDefault="00791253">
      <w:r>
        <w:separator/>
      </w:r>
    </w:p>
  </w:footnote>
  <w:footnote w:type="continuationSeparator" w:id="0">
    <w:p w14:paraId="1420978C" w14:textId="77777777" w:rsidR="00791253" w:rsidRDefault="007912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41AE2" w14:textId="30601486" w:rsidR="00791253" w:rsidRDefault="00791253">
    <w:pPr>
      <w:pStyle w:val="Header"/>
    </w:pPr>
    <w:r>
      <w:tab/>
      <w:t>Thank You CDE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18"/>
    <w:rsid w:val="00240CB9"/>
    <w:rsid w:val="003B3099"/>
    <w:rsid w:val="00634590"/>
    <w:rsid w:val="00791253"/>
    <w:rsid w:val="00881672"/>
    <w:rsid w:val="009D768E"/>
    <w:rsid w:val="00A84818"/>
    <w:rsid w:val="00B17668"/>
    <w:rsid w:val="00D25225"/>
    <w:rsid w:val="00D8410C"/>
    <w:rsid w:val="00EF4D0F"/>
    <w:rsid w:val="00F9369D"/>
    <w:rsid w:val="00FD13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D139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pitman:Desktop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40</TotalTime>
  <Pages>3</Pages>
  <Words>587</Words>
  <Characters>3351</Characters>
  <Application>Microsoft Macintosh Word</Application>
  <DocSecurity>0</DocSecurity>
  <Lines>27</Lines>
  <Paragraphs>7</Paragraphs>
  <ScaleCrop>false</ScaleCrop>
  <Company>ECSD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Eagle Schools</dc:creator>
  <cp:keywords>Lesson Plan</cp:keywords>
  <dc:description/>
  <cp:lastModifiedBy>Eagle Schools</cp:lastModifiedBy>
  <cp:revision>5</cp:revision>
  <cp:lastPrinted>2010-11-15T18:19:00Z</cp:lastPrinted>
  <dcterms:created xsi:type="dcterms:W3CDTF">2011-05-06T21:06:00Z</dcterms:created>
  <dcterms:modified xsi:type="dcterms:W3CDTF">2011-06-08T17:12:00Z</dcterms:modified>
  <cp:category>Lesson Plan</cp:category>
</cp:coreProperties>
</file>